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A4" w:rsidRPr="00635361" w:rsidRDefault="00A803A4" w:rsidP="00C725E5">
      <w:pPr>
        <w:pStyle w:val="Iauiue"/>
        <w:jc w:val="center"/>
        <w:rPr>
          <w:sz w:val="26"/>
          <w:szCs w:val="26"/>
          <w:lang w:val="ru-RU"/>
        </w:rPr>
      </w:pPr>
    </w:p>
    <w:tbl>
      <w:tblPr>
        <w:tblW w:w="0" w:type="auto"/>
        <w:tblLook w:val="00A0"/>
      </w:tblPr>
      <w:tblGrid>
        <w:gridCol w:w="3107"/>
        <w:gridCol w:w="2952"/>
        <w:gridCol w:w="3512"/>
      </w:tblGrid>
      <w:tr w:rsidR="00A803A4" w:rsidRPr="00CF0DF0" w:rsidTr="00883341">
        <w:tc>
          <w:tcPr>
            <w:tcW w:w="3473" w:type="dxa"/>
          </w:tcPr>
          <w:p w:rsidR="00A803A4" w:rsidRPr="00F24275" w:rsidRDefault="00A803A4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298" w:type="dxa"/>
          </w:tcPr>
          <w:p w:rsidR="00A803A4" w:rsidRPr="00F24275" w:rsidRDefault="00A803A4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650" w:type="dxa"/>
          </w:tcPr>
          <w:p w:rsidR="00A803A4" w:rsidRPr="00F24275" w:rsidRDefault="00A803A4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F24275">
              <w:rPr>
                <w:sz w:val="26"/>
                <w:szCs w:val="26"/>
                <w:lang w:val="ru-RU"/>
              </w:rPr>
              <w:t>Ректору ВГУЭС</w:t>
            </w:r>
          </w:p>
          <w:p w:rsidR="00A803A4" w:rsidRPr="00F24275" w:rsidRDefault="00A803A4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F24275">
              <w:rPr>
                <w:sz w:val="26"/>
                <w:szCs w:val="26"/>
                <w:lang w:val="ru-RU"/>
              </w:rPr>
              <w:t>Г.И.Лазареву</w:t>
            </w:r>
          </w:p>
          <w:p w:rsidR="00A803A4" w:rsidRPr="00F24275" w:rsidRDefault="00A803A4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F24275">
              <w:rPr>
                <w:sz w:val="26"/>
                <w:szCs w:val="26"/>
                <w:lang w:val="ru-RU"/>
              </w:rPr>
              <w:t>_________________</w:t>
            </w:r>
          </w:p>
          <w:p w:rsidR="00A803A4" w:rsidRPr="00F24275" w:rsidRDefault="00A803A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F24275">
              <w:rPr>
                <w:i/>
                <w:sz w:val="20"/>
                <w:szCs w:val="20"/>
                <w:lang w:val="ru-RU"/>
              </w:rPr>
              <w:t>должность, кафедра</w:t>
            </w:r>
          </w:p>
          <w:p w:rsidR="00A803A4" w:rsidRPr="00F24275" w:rsidRDefault="00A803A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</w:p>
          <w:p w:rsidR="00A803A4" w:rsidRPr="00F24275" w:rsidRDefault="00A803A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F24275">
              <w:rPr>
                <w:i/>
                <w:sz w:val="20"/>
                <w:szCs w:val="20"/>
                <w:lang w:val="ru-RU"/>
              </w:rPr>
              <w:t>______________________</w:t>
            </w:r>
          </w:p>
          <w:p w:rsidR="00A803A4" w:rsidRPr="00F24275" w:rsidRDefault="00A803A4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F24275">
              <w:rPr>
                <w:i/>
                <w:sz w:val="20"/>
                <w:szCs w:val="20"/>
                <w:lang w:val="ru-RU"/>
              </w:rPr>
              <w:t>Фамилия, имя, отчество</w:t>
            </w:r>
          </w:p>
        </w:tc>
      </w:tr>
    </w:tbl>
    <w:p w:rsidR="00A803A4" w:rsidRPr="00635361" w:rsidRDefault="00A803A4" w:rsidP="00C725E5">
      <w:pPr>
        <w:pStyle w:val="Iauiue"/>
        <w:jc w:val="center"/>
        <w:rPr>
          <w:sz w:val="24"/>
          <w:szCs w:val="24"/>
          <w:lang w:val="ru-RU"/>
        </w:rPr>
      </w:pPr>
    </w:p>
    <w:p w:rsidR="00A803A4" w:rsidRPr="00635361" w:rsidRDefault="00A803A4" w:rsidP="00C725E5">
      <w:pPr>
        <w:pStyle w:val="Iauiue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</w:t>
      </w:r>
      <w:r w:rsidRPr="00635361">
        <w:rPr>
          <w:sz w:val="26"/>
          <w:szCs w:val="26"/>
          <w:lang w:val="ru-RU"/>
        </w:rPr>
        <w:t>аявление</w:t>
      </w:r>
    </w:p>
    <w:p w:rsidR="00A803A4" w:rsidRDefault="00A803A4" w:rsidP="00C725E5">
      <w:pPr>
        <w:pStyle w:val="Iauiue"/>
        <w:spacing w:line="276" w:lineRule="auto"/>
        <w:ind w:firstLine="709"/>
        <w:jc w:val="both"/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1" o:spid="_x0000_s1026" style="position:absolute;left:0;text-align:left;z-index:251658240;visibility:visible" from="125.5pt,31.15pt" to="468.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m84QEAANkDAAAOAAAAZHJzL2Uyb0RvYy54bWysU0uO1DAQ3SNxB8t7OskAIxR1ehYzgg2C&#10;Fp8DeBy7Y+GfbNNJ74A1Uh+BK7AAaaQBzuDciLI7nUGAEEJsHJerXlW9V5Xl2aAk2jLnhdENrhYl&#10;RkxT0wq9afDLFw/vPMDIB6JbIo1mDd4xj89Wt28te1uzE9MZ2TKHIIn2dW8b3IVg66LwtGOK+IWx&#10;TIOTG6dIANNtitaRHrIrWZyU5WnRG9daZyjzHl4vDk68yvk5ZzQ85dyzgGSDobeQT5fPy3QWqyWp&#10;N47YTtCpDfIPXSgiNBSdU12QQNBrJ35JpQR1xhseFtSownAuKMscgE1V/sTmeUcsy1xAHG9nmfz/&#10;S0ufbNcOiRZmh5EmCkYUP4xvxn38Ej+OezS+jd/i5/gpXsWv8Wp8B/fr8T3ckzNeT897VCUle+tr&#10;SHiu126yvF27JMvAnUpfIIyGrP5uVp8NAVF4vHf3/mlVwpDo0VfcAK3z4REzCqVLg6XQSRhSk+1j&#10;H6AYhB5DwEiNHErnW9hJloKlfsY4kIViVUbnNWPn0qEtgQVpX2UakCtHJggXUs6g8s+gKTbBWF69&#10;vwXO0bmi0WEGKqGN+13VMBxb5Yf4I+sD10T70rS7PIgsB+xPVmna9bSgP9oZfvNHrr4DAAD//wMA&#10;UEsDBBQABgAIAAAAIQBYg0fo3gAAAAkBAAAPAAAAZHJzL2Rvd25yZXYueG1sTI/NTsMwEITvSLyD&#10;tUjcqNNUNG2IUyF+TnAIgUOPbrwkUeN1FLtJ4OlZ1AMcd3Y08022m20nRhx860jBchGBQKqcaalW&#10;8PH+fLMB4YMmoztHqOALPezyy4tMp8ZN9IZjGWrBIeRTraAJoU+l9FWDVvuF65H49+kGqwOfQy3N&#10;oCcOt52Mo2gtrW6JGxrd40OD1bE8WQXJ00tZ9NPj63chE1kUowub416p66v5/g5EwDn8meEXn9Eh&#10;Z6aDO5HxolMQ3y55S1Cwjlcg2LBdJSwczoLMM/l/Qf4DAAD//wMAUEsBAi0AFAAGAAgAAAAhALaD&#10;OJL+AAAA4QEAABMAAAAAAAAAAAAAAAAAAAAAAFtDb250ZW50X1R5cGVzXS54bWxQSwECLQAUAAYA&#10;CAAAACEAOP0h/9YAAACUAQAACwAAAAAAAAAAAAAAAAAvAQAAX3JlbHMvLnJlbHNQSwECLQAUAAYA&#10;CAAAACEA7QRZvOEBAADZAwAADgAAAAAAAAAAAAAAAAAuAgAAZHJzL2Uyb0RvYy54bWxQSwECLQAU&#10;AAYACAAAACEAWINH6N4AAAAJAQAADwAAAAAAAAAAAAAAAAA7BAAAZHJzL2Rvd25yZXYueG1sUEsF&#10;BgAAAAAEAAQA8wAAAEYFAAAAAA==&#10;"/>
        </w:pict>
      </w:r>
      <w:r w:rsidRPr="00635361">
        <w:rPr>
          <w:sz w:val="26"/>
          <w:szCs w:val="26"/>
          <w:lang w:val="ru-RU"/>
        </w:rPr>
        <w:t xml:space="preserve">Прошу допустить меня к участию в конкурсном отборе на замещение вакантной </w:t>
      </w:r>
      <w:r>
        <w:rPr>
          <w:sz w:val="26"/>
          <w:szCs w:val="26"/>
          <w:lang w:val="ru-RU"/>
        </w:rPr>
        <w:t>д</w:t>
      </w:r>
      <w:r w:rsidRPr="00635361">
        <w:rPr>
          <w:sz w:val="26"/>
          <w:szCs w:val="26"/>
          <w:lang w:val="ru-RU"/>
        </w:rPr>
        <w:t>олжности</w:t>
      </w:r>
      <w:r>
        <w:rPr>
          <w:sz w:val="26"/>
          <w:szCs w:val="26"/>
          <w:lang w:val="ru-RU"/>
        </w:rPr>
        <w:t xml:space="preserve">  </w:t>
      </w:r>
    </w:p>
    <w:p w:rsidR="00A803A4" w:rsidRDefault="00A803A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  <w:r>
        <w:rPr>
          <w:i/>
          <w:lang w:val="ru-RU"/>
        </w:rPr>
        <w:t>указывается должность, к</w:t>
      </w:r>
      <w:r w:rsidRPr="00635361">
        <w:rPr>
          <w:i/>
          <w:lang w:val="ru-RU"/>
        </w:rPr>
        <w:t>афедра</w:t>
      </w:r>
    </w:p>
    <w:p w:rsidR="00A803A4" w:rsidRDefault="00A803A4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2" o:spid="_x0000_s1027" style="position:absolute;left:0;text-align:left;z-index:251659264;visibility:visible" from="-4.2pt,14.75pt" to="468.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NT4wEAANkDAAAOAAAAZHJzL2Uyb0RvYy54bWysU82O0zAQviPxDpbvNGmQVhA13cOu4IKg&#10;4ucBvI7dWPhPtmnaG3BG6iPwChxAWmkXnsF5ox27aRYtCCHExZnxzPfNfOPJ4nSrJNow54XRDZ7P&#10;SoyYpqYVet3gN6+fPHiEkQ9Et0QazRq8Yx6fLu/fW/S2ZpXpjGyZQ0Cifd3bBnch2LooPO2YIn5m&#10;LNMQ5MYpEsB166J1pAd2JYuqLE+K3rjWOkOZ93B7fgjiZebnnNHwgnPPApINht5CPl0+L9JZLBek&#10;XjtiO0HHNsg/dKGI0FB0ojongaB3TvxCpQR1xhseZtSownAuKMsaQM28vKPmVUcsy1pgON5OY/L/&#10;j5Y+36wcEm2DK4w0UfBE8fPwftjH6/hl2KPhQ/wRv8Wv8TJ+j5fDR7Cvhk9gp2C8Gq/3qEqT7K2v&#10;gfBMr9zoebtyaSxb7lT6gmC0zdPfTdNn24AoXJ6U5cPqMTwSPcaKW6B1PjxlRqFkNFgKnQZDarJ5&#10;5gMUg9RjCjipkUPpbIWdZClZ6peMg1goNs/ovGbsTDq0IbAg7dt5kgFcOTNBuJByApV/Bo25Ccby&#10;6v0tcMrOFY0OE1AJbdzvqobtsVV+yD+qPmhNsi9Mu8sPkccB+5OVjbueFvRnP8Nv/8jlDQAAAP//&#10;AwBQSwMEFAAGAAgAAAAhAKscYJ/eAAAACAEAAA8AAABkcnMvZG93bnJldi54bWxMj0tPwzAQhO9I&#10;/Adrkbi1DuWRNMSpEI8TPYS0B45uvCRR43UUu0ng17OIAxx3ZjT7TbaZbSdGHHzrSMHVMgKBVDnT&#10;Uq1gv3tZJCB80GR05wgVfKKHTX5+lunUuInecCxDLbiEfKoVNCH0qZS+atBqv3Q9EnsfbrA68DnU&#10;0gx64nLbyVUU3UmrW+IPje7xscHqWJ6sgvj5tSz66Wn7VchYFsXoQnJ8V+ryYn64BxFwDn9h+MFn&#10;dMiZ6eBOZLzoFCySG04qWK1vQbC/vo552+FXkHkm/w/IvwEAAP//AwBQSwECLQAUAAYACAAAACEA&#10;toM4kv4AAADhAQAAEwAAAAAAAAAAAAAAAAAAAAAAW0NvbnRlbnRfVHlwZXNdLnhtbFBLAQItABQA&#10;BgAIAAAAIQA4/SH/1gAAAJQBAAALAAAAAAAAAAAAAAAAAC8BAABfcmVscy8ucmVsc1BLAQItABQA&#10;BgAIAAAAIQDLAaNT4wEAANkDAAAOAAAAAAAAAAAAAAAAAC4CAABkcnMvZTJvRG9jLnhtbFBLAQIt&#10;ABQABgAIAAAAIQCrHGCf3gAAAAgBAAAPAAAAAAAAAAAAAAAAAD0EAABkcnMvZG93bnJldi54bWxQ&#10;SwUGAAAAAAQABADzAAAASAUAAAAA&#10;"/>
        </w:pict>
      </w:r>
    </w:p>
    <w:p w:rsidR="00A803A4" w:rsidRPr="00635361" w:rsidRDefault="00A803A4" w:rsidP="00292A7B">
      <w:pPr>
        <w:pStyle w:val="Iauiue"/>
        <w:spacing w:line="276" w:lineRule="auto"/>
        <w:ind w:firstLine="709"/>
        <w:rPr>
          <w:i/>
          <w:lang w:val="ru-RU"/>
        </w:rPr>
      </w:pPr>
    </w:p>
    <w:p w:rsidR="00A803A4" w:rsidRDefault="00A803A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A803A4" w:rsidRDefault="00A803A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A803A4" w:rsidRDefault="00A803A4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A803A4" w:rsidRPr="00635361" w:rsidRDefault="00A803A4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sz w:val="26"/>
          <w:szCs w:val="26"/>
          <w:lang w:val="ru-RU"/>
        </w:rPr>
        <w:t>Подпись</w:t>
      </w:r>
    </w:p>
    <w:p w:rsidR="00A803A4" w:rsidRPr="00635361" w:rsidRDefault="00A803A4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  <w:t>Дата</w:t>
      </w:r>
    </w:p>
    <w:p w:rsidR="00A803A4" w:rsidRDefault="00A803A4" w:rsidP="00481A9E">
      <w:pPr>
        <w:autoSpaceDE w:val="0"/>
        <w:autoSpaceDN w:val="0"/>
        <w:adjustRightInd w:val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СОГЛАСОВАНО:</w:t>
      </w:r>
    </w:p>
    <w:p w:rsidR="00A803A4" w:rsidRDefault="00A803A4" w:rsidP="00481A9E">
      <w:pPr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803A4" w:rsidRPr="00635361" w:rsidRDefault="00A803A4" w:rsidP="00481A9E">
      <w:pPr>
        <w:autoSpaceDE w:val="0"/>
        <w:autoSpaceDN w:val="0"/>
        <w:adjustRightInd w:val="0"/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3" o:spid="_x0000_s1028" style="position:absolute;flip:y;z-index:251660288;visibility:visible" from="285.8pt,13pt" to="391.7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Onq7QEAAOYDAAAOAAAAZHJzL2Uyb0RvYy54bWysU82O0zAQviPxDpbvNGkLu6uo6R52BRcE&#10;FX93r2M3Fv6TbZr0BpyR+gi8AgeQVlrgGZI3YuykAQFCCHGxxp75vplvZrw6b5VEO+a8MLrE81mO&#10;EdPUVEJvS/z82f07Zxj5QHRFpNGsxHvm8fn69q1VYwu2MLWRFXMISLQvGlviOgRbZJmnNVPEz4xl&#10;GpzcOEUCXN02qxxpgF3JbJHnJ1ljXGWdocx7eL0cnHid+DlnNDzm3LOAZImhtpBOl86reGbrFSm2&#10;jtha0LEM8g9VKCI0JJ2oLkkg6JUTv1ApQZ3xhocZNSoznAvKkgZQM89/UvO0JpYlLdAcb6c2+f9H&#10;Sx/tNg6JqsRLjDRRMKLuff+6P3Sfuw/9AfVvuq/dp+5jd9196a77t2Df9O/Ajs7uZnw+oGXsZGN9&#10;AYQXeuPGm7cbF9vScqcQl8K+gCVJjQLpqE1z2E9zYG1AFB7ny7v3ThcwLgq+s5PFaSTPBpbIZp0P&#10;D5hRKBollkLHLpGC7B76MIQeQwAXqxrqSFbYSxaDpX7COCiP+RI67Ry7kA7tCGxL9XI+pk2REcKF&#10;lBMo/zNojI0wlvbwb4FTdMpodJiASmjjfpc1tMdS+RB/VD1ojbKvTLVPU0ntgGVKDR0XP27rj/cE&#10;//49198AAAD//wMAUEsDBBQABgAIAAAAIQBksDNs3wAAAAkBAAAPAAAAZHJzL2Rvd25yZXYueG1s&#10;TI/LTsMwEEX3SPyDNUhsKuo0kIdCnApVYgMLoPQDnHiaRPgRYjd1/55hBcuZObpzbr2NRrMFZz86&#10;K2CzToCh7ZwabS/g8Pl8VwLzQVoltbMo4IIets31VS0r5c72A5d96BmFWF9JAUMIU8W57wY00q/d&#10;hJZuRzcbGWice65meaZwo3maJDk3crT0YZAT7gbsvvYnI+Dl7X11SWO++i6ydheXUsdXr4W4vYlP&#10;j8ACxvAHw68+qUNDTq07WeWZFpAVm5xQAWlOnQgoyvsMWEuL4gF4U/P/DZofAAAA//8DAFBLAQIt&#10;ABQABgAIAAAAIQC2gziS/gAAAOEBAAATAAAAAAAAAAAAAAAAAAAAAABbQ29udGVudF9UeXBlc10u&#10;eG1sUEsBAi0AFAAGAAgAAAAhADj9If/WAAAAlAEAAAsAAAAAAAAAAAAAAAAALwEAAF9yZWxzLy5y&#10;ZWxzUEsBAi0AFAAGAAgAAAAhAK4w6ertAQAA5gMAAA4AAAAAAAAAAAAAAAAALgIAAGRycy9lMm9E&#10;b2MueG1sUEsBAi0AFAAGAAgAAAAhAGSwM2zfAAAACQEAAA8AAAAAAAAAAAAAAAAARwQAAGRycy9k&#10;b3ducmV2LnhtbFBLBQYAAAAABAAEAPMAAABTBQAAAAA=&#10;"/>
        </w:pict>
      </w:r>
      <w:r w:rsidRPr="00635361">
        <w:rPr>
          <w:sz w:val="26"/>
          <w:szCs w:val="26"/>
          <w:lang w:val="ru-RU"/>
        </w:rPr>
        <w:t xml:space="preserve">Директор института 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A803A4" w:rsidRPr="00D255EC" w:rsidRDefault="00A803A4" w:rsidP="00C725E5">
      <w:pPr>
        <w:pStyle w:val="Iauiue"/>
        <w:jc w:val="center"/>
        <w:rPr>
          <w:i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i/>
          <w:lang w:val="ru-RU"/>
        </w:rPr>
        <w:t>ФИО,  дата</w:t>
      </w:r>
    </w:p>
    <w:p w:rsidR="00A803A4" w:rsidRDefault="00A803A4">
      <w:pPr>
        <w:rPr>
          <w:sz w:val="26"/>
          <w:szCs w:val="26"/>
          <w:lang w:val="ru-RU"/>
        </w:rPr>
      </w:pPr>
    </w:p>
    <w:p w:rsidR="00A803A4" w:rsidRDefault="00A803A4">
      <w:pPr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4" o:spid="_x0000_s1029" style="position:absolute;z-index:251661312;visibility:visible" from="285.8pt,15.65pt" to="391.7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LI4wEAANkDAAAOAAAAZHJzL2Uyb0RvYy54bWysU82O0zAQviPxDpbvNOnSrlDUdA+7gguC&#10;ip8H8Dp2Y+E/2aZpb8AZqY/AK3AAaaUFnsF5I8Zuml0tCCHExZnxzPfNfOPJ4myrJNow54XRNZ5O&#10;SoyYpqYRel3j168eP3iEkQ9EN0QazWq8Yx6fLe/fW3S2YiemNbJhDgGJ9lVna9yGYKui8LRliviJ&#10;sUxDkBunSADXrYvGkQ7YlSxOyvK06IxrrDOUeQ+3F4cgXmZ+zhkNzzn3LCBZY+gt5NPl8zKdxXJB&#10;qrUjthV0aIP8QxeKCA1FR6oLEgh668QvVEpQZ7zhYUKNKgzngrKsAdRMyztqXrbEsqwFhuPtOCb/&#10;/2jps83KIdHUeIaRJgqeKH7q3/X7+C1+7veofx9/xK/xS7yK3+NV/wHs6/4j2CkYr4frPZqlSXbW&#10;V0B4rldu8LxduTSWLXcqfUEw2ubp78bps21AFC6nD2fz+ekcI3qMFTdA63x4woxCyaixFDoNhlRk&#10;89QHKAapxxRwUiOH0tkKO8lSstQvGAexqVhG5zVj59KhDYEFad5MkwzgypkJwoWUI6j8M2jITTCW&#10;V+9vgWN2rmh0GIFKaON+VzVsj63yQ/5R9UFrkn1pml1+iDwO2J+sbNj1tKC3/Qy/+SOXPwEAAP//&#10;AwBQSwMEFAAGAAgAAAAhAOGYEzPdAAAACQEAAA8AAABkcnMvZG93bnJldi54bWxMj01PhDAQhu8m&#10;/odmTLy5BckuBCkb48dJD4gePM7SEcjSKaFdQH+9NR70ODNP3nneYr+aQcw0ud6ygngTgSBurO65&#10;VfD2+niVgXAeWeNgmRR8koN9eX5WYK7twi80174VIYRdjgo678dcStd0ZNBt7Egcbh92MujDOLVS&#10;T7iEcDPI6yjaSYM9hw8djnTXUXOsT0ZB+vBUV+Ny//xVyVRW1Wx9dnxX6vJivb0B4Wn1fzD86Ad1&#10;KIPTwZ5YOzEo2KbxLqAKkjgBEYA0S7YgDr8LWRbyf4PyGwAA//8DAFBLAQItABQABgAIAAAAIQC2&#10;gziS/gAAAOEBAAATAAAAAAAAAAAAAAAAAAAAAABbQ29udGVudF9UeXBlc10ueG1sUEsBAi0AFAAG&#10;AAgAAAAhADj9If/WAAAAlAEAAAsAAAAAAAAAAAAAAAAALwEAAF9yZWxzLy5yZWxzUEsBAi0AFAAG&#10;AAgAAAAhAOLV0sjjAQAA2QMAAA4AAAAAAAAAAAAAAAAALgIAAGRycy9lMm9Eb2MueG1sUEsBAi0A&#10;FAAGAAgAAAAhAOGYEzPdAAAACQEAAA8AAAAAAAAAAAAAAAAAPQQAAGRycy9kb3ducmV2LnhtbFBL&#10;BQYAAAAABAAEAPMAAABHBQAAAAA=&#10;"/>
        </w:pict>
      </w:r>
      <w:r w:rsidRPr="00635361">
        <w:rPr>
          <w:sz w:val="26"/>
          <w:szCs w:val="26"/>
          <w:lang w:val="ru-RU"/>
        </w:rPr>
        <w:t>Заведующ</w:t>
      </w:r>
      <w:r>
        <w:rPr>
          <w:sz w:val="26"/>
          <w:szCs w:val="26"/>
          <w:lang w:val="ru-RU"/>
        </w:rPr>
        <w:t>ий</w:t>
      </w:r>
      <w:bookmarkStart w:id="0" w:name="_GoBack"/>
      <w:bookmarkEnd w:id="0"/>
      <w:r w:rsidRPr="00635361">
        <w:rPr>
          <w:sz w:val="26"/>
          <w:szCs w:val="26"/>
          <w:lang w:val="ru-RU"/>
        </w:rPr>
        <w:t xml:space="preserve"> кафедрой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A803A4" w:rsidRPr="00292A7B" w:rsidRDefault="00A803A4">
      <w:pPr>
        <w:rPr>
          <w:lang w:val="ru-RU"/>
        </w:rPr>
      </w:pP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i/>
          <w:lang w:val="ru-RU"/>
        </w:rPr>
        <w:t>ФИ, дата</w:t>
      </w:r>
    </w:p>
    <w:sectPr w:rsidR="00A803A4" w:rsidRPr="00292A7B" w:rsidSect="00162E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3A4" w:rsidRDefault="00A803A4" w:rsidP="00C725E5">
      <w:r>
        <w:separator/>
      </w:r>
    </w:p>
  </w:endnote>
  <w:endnote w:type="continuationSeparator" w:id="0">
    <w:p w:rsidR="00A803A4" w:rsidRDefault="00A803A4" w:rsidP="00C72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A4" w:rsidRDefault="00A803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A4" w:rsidRDefault="00A803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A4" w:rsidRDefault="00A803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3A4" w:rsidRDefault="00A803A4" w:rsidP="00C725E5">
      <w:r>
        <w:separator/>
      </w:r>
    </w:p>
  </w:footnote>
  <w:footnote w:type="continuationSeparator" w:id="0">
    <w:p w:rsidR="00A803A4" w:rsidRDefault="00A803A4" w:rsidP="00C72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A4" w:rsidRDefault="00A803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A4" w:rsidRDefault="00A803A4" w:rsidP="00C725E5">
    <w:pPr>
      <w:pStyle w:val="Header"/>
      <w:jc w:val="right"/>
      <w:rPr>
        <w:lang w:val="ru-RU"/>
      </w:rPr>
    </w:pPr>
    <w:r>
      <w:rPr>
        <w:lang w:val="ru-RU"/>
      </w:rPr>
      <w:t>СК-СТО-ПЛ-11-001-2013</w:t>
    </w:r>
  </w:p>
  <w:p w:rsidR="00A803A4" w:rsidRPr="00C725E5" w:rsidRDefault="00A803A4" w:rsidP="00C725E5">
    <w:pPr>
      <w:pStyle w:val="Header"/>
      <w:jc w:val="right"/>
      <w:rPr>
        <w:lang w:val="ru-RU"/>
      </w:rPr>
    </w:pPr>
    <w:r>
      <w:rPr>
        <w:lang w:val="ru-RU"/>
      </w:rPr>
      <w:t>Ф-01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A4" w:rsidRDefault="00A803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055"/>
    <w:rsid w:val="00006163"/>
    <w:rsid w:val="000076BE"/>
    <w:rsid w:val="000121E0"/>
    <w:rsid w:val="0002499D"/>
    <w:rsid w:val="0002668F"/>
    <w:rsid w:val="00027D4F"/>
    <w:rsid w:val="000308F5"/>
    <w:rsid w:val="00034339"/>
    <w:rsid w:val="0004541E"/>
    <w:rsid w:val="00047D3D"/>
    <w:rsid w:val="00061676"/>
    <w:rsid w:val="00091DF9"/>
    <w:rsid w:val="00094ABF"/>
    <w:rsid w:val="00095F31"/>
    <w:rsid w:val="000A15EE"/>
    <w:rsid w:val="000A2EEA"/>
    <w:rsid w:val="000A3C53"/>
    <w:rsid w:val="000B0AD8"/>
    <w:rsid w:val="000B1412"/>
    <w:rsid w:val="000C1C26"/>
    <w:rsid w:val="000C394E"/>
    <w:rsid w:val="000E2CC6"/>
    <w:rsid w:val="000E2DF6"/>
    <w:rsid w:val="000E67B0"/>
    <w:rsid w:val="000F3B05"/>
    <w:rsid w:val="000F5D80"/>
    <w:rsid w:val="001036DE"/>
    <w:rsid w:val="001162D3"/>
    <w:rsid w:val="001235D2"/>
    <w:rsid w:val="0012663A"/>
    <w:rsid w:val="0013435A"/>
    <w:rsid w:val="0014446D"/>
    <w:rsid w:val="0015256F"/>
    <w:rsid w:val="00155DD4"/>
    <w:rsid w:val="001571C9"/>
    <w:rsid w:val="00162E52"/>
    <w:rsid w:val="00165EE0"/>
    <w:rsid w:val="00167CAE"/>
    <w:rsid w:val="00167E41"/>
    <w:rsid w:val="00172E50"/>
    <w:rsid w:val="001732D2"/>
    <w:rsid w:val="001750E6"/>
    <w:rsid w:val="00180130"/>
    <w:rsid w:val="00183557"/>
    <w:rsid w:val="00183FCA"/>
    <w:rsid w:val="00186D00"/>
    <w:rsid w:val="00196CCC"/>
    <w:rsid w:val="001971D9"/>
    <w:rsid w:val="001B49A3"/>
    <w:rsid w:val="001C1135"/>
    <w:rsid w:val="001C23BB"/>
    <w:rsid w:val="001C3885"/>
    <w:rsid w:val="001C787A"/>
    <w:rsid w:val="001D553B"/>
    <w:rsid w:val="001D5844"/>
    <w:rsid w:val="001D7064"/>
    <w:rsid w:val="001D7435"/>
    <w:rsid w:val="001E4518"/>
    <w:rsid w:val="001E4AFF"/>
    <w:rsid w:val="001E5770"/>
    <w:rsid w:val="001E75B3"/>
    <w:rsid w:val="001F2A32"/>
    <w:rsid w:val="001F7A01"/>
    <w:rsid w:val="002020F0"/>
    <w:rsid w:val="00206604"/>
    <w:rsid w:val="00210AAD"/>
    <w:rsid w:val="0021339C"/>
    <w:rsid w:val="00215801"/>
    <w:rsid w:val="002162CE"/>
    <w:rsid w:val="00217055"/>
    <w:rsid w:val="00226FA7"/>
    <w:rsid w:val="002303B9"/>
    <w:rsid w:val="00232547"/>
    <w:rsid w:val="00245742"/>
    <w:rsid w:val="002543C4"/>
    <w:rsid w:val="00260F94"/>
    <w:rsid w:val="00262971"/>
    <w:rsid w:val="0026306E"/>
    <w:rsid w:val="00263186"/>
    <w:rsid w:val="00264EA1"/>
    <w:rsid w:val="002723D1"/>
    <w:rsid w:val="00274D5E"/>
    <w:rsid w:val="0027511D"/>
    <w:rsid w:val="0028193A"/>
    <w:rsid w:val="00285020"/>
    <w:rsid w:val="00292A7B"/>
    <w:rsid w:val="00295922"/>
    <w:rsid w:val="0029668C"/>
    <w:rsid w:val="00297948"/>
    <w:rsid w:val="002A1536"/>
    <w:rsid w:val="002A44F0"/>
    <w:rsid w:val="002A4C28"/>
    <w:rsid w:val="002A7304"/>
    <w:rsid w:val="002A7963"/>
    <w:rsid w:val="002B3323"/>
    <w:rsid w:val="002B37BE"/>
    <w:rsid w:val="002C6086"/>
    <w:rsid w:val="002D21FB"/>
    <w:rsid w:val="002D660F"/>
    <w:rsid w:val="002D74DC"/>
    <w:rsid w:val="002E2529"/>
    <w:rsid w:val="002E3359"/>
    <w:rsid w:val="002E4950"/>
    <w:rsid w:val="002E5098"/>
    <w:rsid w:val="002E51F8"/>
    <w:rsid w:val="002E61AB"/>
    <w:rsid w:val="002E7E4B"/>
    <w:rsid w:val="002F3DD6"/>
    <w:rsid w:val="00303FC4"/>
    <w:rsid w:val="00307BF0"/>
    <w:rsid w:val="0031139A"/>
    <w:rsid w:val="00312115"/>
    <w:rsid w:val="00312C72"/>
    <w:rsid w:val="003134C0"/>
    <w:rsid w:val="003166D4"/>
    <w:rsid w:val="00320FB7"/>
    <w:rsid w:val="00325042"/>
    <w:rsid w:val="003259B2"/>
    <w:rsid w:val="00327DB3"/>
    <w:rsid w:val="00330B72"/>
    <w:rsid w:val="0034334B"/>
    <w:rsid w:val="003541F5"/>
    <w:rsid w:val="0035639D"/>
    <w:rsid w:val="00363D92"/>
    <w:rsid w:val="00366A4A"/>
    <w:rsid w:val="003707DA"/>
    <w:rsid w:val="00372A55"/>
    <w:rsid w:val="00372ABA"/>
    <w:rsid w:val="003758A8"/>
    <w:rsid w:val="0037783A"/>
    <w:rsid w:val="003801F4"/>
    <w:rsid w:val="003808E5"/>
    <w:rsid w:val="0038231B"/>
    <w:rsid w:val="00385C93"/>
    <w:rsid w:val="00387CBA"/>
    <w:rsid w:val="00394D44"/>
    <w:rsid w:val="00396612"/>
    <w:rsid w:val="003A5373"/>
    <w:rsid w:val="003B0677"/>
    <w:rsid w:val="003B54B2"/>
    <w:rsid w:val="003C0130"/>
    <w:rsid w:val="003C1FF1"/>
    <w:rsid w:val="003D2863"/>
    <w:rsid w:val="003D7C4F"/>
    <w:rsid w:val="003E05B4"/>
    <w:rsid w:val="003E07B6"/>
    <w:rsid w:val="003E666F"/>
    <w:rsid w:val="003E7D77"/>
    <w:rsid w:val="003F16F2"/>
    <w:rsid w:val="00400587"/>
    <w:rsid w:val="00430578"/>
    <w:rsid w:val="00430CFD"/>
    <w:rsid w:val="00431ADE"/>
    <w:rsid w:val="0044251D"/>
    <w:rsid w:val="00443537"/>
    <w:rsid w:val="00446339"/>
    <w:rsid w:val="00446651"/>
    <w:rsid w:val="004574C0"/>
    <w:rsid w:val="00457A99"/>
    <w:rsid w:val="00461223"/>
    <w:rsid w:val="0046483A"/>
    <w:rsid w:val="00470D7D"/>
    <w:rsid w:val="00475E0A"/>
    <w:rsid w:val="00476F8B"/>
    <w:rsid w:val="00480B47"/>
    <w:rsid w:val="00481A9E"/>
    <w:rsid w:val="00486456"/>
    <w:rsid w:val="0049546D"/>
    <w:rsid w:val="00496337"/>
    <w:rsid w:val="004B1FD4"/>
    <w:rsid w:val="004C267E"/>
    <w:rsid w:val="004D466B"/>
    <w:rsid w:val="004E01C3"/>
    <w:rsid w:val="004E0504"/>
    <w:rsid w:val="004E456D"/>
    <w:rsid w:val="004F220B"/>
    <w:rsid w:val="004F2B50"/>
    <w:rsid w:val="004F5A8F"/>
    <w:rsid w:val="004F6BC6"/>
    <w:rsid w:val="004F7D6F"/>
    <w:rsid w:val="00500A79"/>
    <w:rsid w:val="005010CC"/>
    <w:rsid w:val="00506FDC"/>
    <w:rsid w:val="00510FB3"/>
    <w:rsid w:val="00512E28"/>
    <w:rsid w:val="00513700"/>
    <w:rsid w:val="00514B7C"/>
    <w:rsid w:val="005229F0"/>
    <w:rsid w:val="00523571"/>
    <w:rsid w:val="0053198F"/>
    <w:rsid w:val="005343F5"/>
    <w:rsid w:val="005346E9"/>
    <w:rsid w:val="00537132"/>
    <w:rsid w:val="0054134F"/>
    <w:rsid w:val="00553FD8"/>
    <w:rsid w:val="005572E1"/>
    <w:rsid w:val="00557319"/>
    <w:rsid w:val="005639BF"/>
    <w:rsid w:val="0057387F"/>
    <w:rsid w:val="0058182D"/>
    <w:rsid w:val="0058293D"/>
    <w:rsid w:val="00586DAE"/>
    <w:rsid w:val="0059658C"/>
    <w:rsid w:val="005A1033"/>
    <w:rsid w:val="005B15E9"/>
    <w:rsid w:val="005B19C7"/>
    <w:rsid w:val="005B50B6"/>
    <w:rsid w:val="005B5AD2"/>
    <w:rsid w:val="005B6732"/>
    <w:rsid w:val="005C007F"/>
    <w:rsid w:val="005C08D3"/>
    <w:rsid w:val="005C10EB"/>
    <w:rsid w:val="005C4411"/>
    <w:rsid w:val="005C47B8"/>
    <w:rsid w:val="005D6059"/>
    <w:rsid w:val="005E1B75"/>
    <w:rsid w:val="005E7987"/>
    <w:rsid w:val="005F3A56"/>
    <w:rsid w:val="005F6429"/>
    <w:rsid w:val="006012BD"/>
    <w:rsid w:val="0061131F"/>
    <w:rsid w:val="00620CB0"/>
    <w:rsid w:val="006232C5"/>
    <w:rsid w:val="006235C3"/>
    <w:rsid w:val="00626969"/>
    <w:rsid w:val="006305C8"/>
    <w:rsid w:val="00634799"/>
    <w:rsid w:val="00635361"/>
    <w:rsid w:val="00642109"/>
    <w:rsid w:val="00643EDB"/>
    <w:rsid w:val="00646A38"/>
    <w:rsid w:val="0065406F"/>
    <w:rsid w:val="00660D4A"/>
    <w:rsid w:val="006627B1"/>
    <w:rsid w:val="00663B18"/>
    <w:rsid w:val="00666A29"/>
    <w:rsid w:val="006A0A88"/>
    <w:rsid w:val="006A3769"/>
    <w:rsid w:val="006B3DD5"/>
    <w:rsid w:val="006C083B"/>
    <w:rsid w:val="006C3E5F"/>
    <w:rsid w:val="006C733B"/>
    <w:rsid w:val="006C7C15"/>
    <w:rsid w:val="006D0DD3"/>
    <w:rsid w:val="006D3597"/>
    <w:rsid w:val="006D429C"/>
    <w:rsid w:val="006E0CBC"/>
    <w:rsid w:val="006E1D4E"/>
    <w:rsid w:val="006E4E61"/>
    <w:rsid w:val="006E7ACD"/>
    <w:rsid w:val="006F12EE"/>
    <w:rsid w:val="006F17EF"/>
    <w:rsid w:val="006F5BB9"/>
    <w:rsid w:val="006F6089"/>
    <w:rsid w:val="006F624E"/>
    <w:rsid w:val="006F731E"/>
    <w:rsid w:val="006F7C4E"/>
    <w:rsid w:val="00702677"/>
    <w:rsid w:val="00706CF3"/>
    <w:rsid w:val="00710B35"/>
    <w:rsid w:val="00713CA5"/>
    <w:rsid w:val="00721E98"/>
    <w:rsid w:val="00733AB8"/>
    <w:rsid w:val="00734396"/>
    <w:rsid w:val="00735A17"/>
    <w:rsid w:val="0073730E"/>
    <w:rsid w:val="007410FA"/>
    <w:rsid w:val="007433AC"/>
    <w:rsid w:val="00750F1D"/>
    <w:rsid w:val="007534E9"/>
    <w:rsid w:val="00757820"/>
    <w:rsid w:val="00764211"/>
    <w:rsid w:val="0077214E"/>
    <w:rsid w:val="00775604"/>
    <w:rsid w:val="0078365A"/>
    <w:rsid w:val="00793EC7"/>
    <w:rsid w:val="00794BF4"/>
    <w:rsid w:val="00796A9A"/>
    <w:rsid w:val="007A085A"/>
    <w:rsid w:val="007A76F0"/>
    <w:rsid w:val="007B0CB0"/>
    <w:rsid w:val="007B25FA"/>
    <w:rsid w:val="007B263F"/>
    <w:rsid w:val="007C3201"/>
    <w:rsid w:val="007C447F"/>
    <w:rsid w:val="007C6D41"/>
    <w:rsid w:val="007C7A7D"/>
    <w:rsid w:val="007D75FA"/>
    <w:rsid w:val="007D7A76"/>
    <w:rsid w:val="007D7EE8"/>
    <w:rsid w:val="007E3784"/>
    <w:rsid w:val="007E3FEC"/>
    <w:rsid w:val="007F542F"/>
    <w:rsid w:val="007F73F2"/>
    <w:rsid w:val="007F7E4E"/>
    <w:rsid w:val="007F7FC9"/>
    <w:rsid w:val="00804173"/>
    <w:rsid w:val="008157DA"/>
    <w:rsid w:val="0082151C"/>
    <w:rsid w:val="008345BE"/>
    <w:rsid w:val="008363D0"/>
    <w:rsid w:val="00836EC8"/>
    <w:rsid w:val="00836FE2"/>
    <w:rsid w:val="00842F20"/>
    <w:rsid w:val="008436D7"/>
    <w:rsid w:val="008526EF"/>
    <w:rsid w:val="00863017"/>
    <w:rsid w:val="0087006F"/>
    <w:rsid w:val="008738D2"/>
    <w:rsid w:val="00881C74"/>
    <w:rsid w:val="0088201D"/>
    <w:rsid w:val="008820AB"/>
    <w:rsid w:val="00883341"/>
    <w:rsid w:val="008844DF"/>
    <w:rsid w:val="00890308"/>
    <w:rsid w:val="00892509"/>
    <w:rsid w:val="008A0CBD"/>
    <w:rsid w:val="008B6FCA"/>
    <w:rsid w:val="008C3909"/>
    <w:rsid w:val="008C69EF"/>
    <w:rsid w:val="008C7256"/>
    <w:rsid w:val="008C78FE"/>
    <w:rsid w:val="008D066E"/>
    <w:rsid w:val="008D514A"/>
    <w:rsid w:val="008D7913"/>
    <w:rsid w:val="008E0F2D"/>
    <w:rsid w:val="008E7832"/>
    <w:rsid w:val="008F086A"/>
    <w:rsid w:val="008F369C"/>
    <w:rsid w:val="008F7C38"/>
    <w:rsid w:val="009073CC"/>
    <w:rsid w:val="009129D9"/>
    <w:rsid w:val="00913038"/>
    <w:rsid w:val="0091315C"/>
    <w:rsid w:val="009136FE"/>
    <w:rsid w:val="0091389E"/>
    <w:rsid w:val="00921159"/>
    <w:rsid w:val="00925DA9"/>
    <w:rsid w:val="009265AB"/>
    <w:rsid w:val="00927C93"/>
    <w:rsid w:val="009370D7"/>
    <w:rsid w:val="00945280"/>
    <w:rsid w:val="009534B9"/>
    <w:rsid w:val="009621CA"/>
    <w:rsid w:val="00981C20"/>
    <w:rsid w:val="009852DE"/>
    <w:rsid w:val="00987176"/>
    <w:rsid w:val="009940AF"/>
    <w:rsid w:val="00996BB4"/>
    <w:rsid w:val="00997A93"/>
    <w:rsid w:val="009A3B90"/>
    <w:rsid w:val="009A437C"/>
    <w:rsid w:val="009B0A25"/>
    <w:rsid w:val="009B7B7A"/>
    <w:rsid w:val="009C2733"/>
    <w:rsid w:val="009C74B4"/>
    <w:rsid w:val="009D0511"/>
    <w:rsid w:val="009D4968"/>
    <w:rsid w:val="009D5B98"/>
    <w:rsid w:val="009F5D1D"/>
    <w:rsid w:val="009F7C11"/>
    <w:rsid w:val="00A074EA"/>
    <w:rsid w:val="00A07EE2"/>
    <w:rsid w:val="00A11F83"/>
    <w:rsid w:val="00A14F7F"/>
    <w:rsid w:val="00A15B0C"/>
    <w:rsid w:val="00A23B4D"/>
    <w:rsid w:val="00A56F8B"/>
    <w:rsid w:val="00A658A2"/>
    <w:rsid w:val="00A70EAF"/>
    <w:rsid w:val="00A73587"/>
    <w:rsid w:val="00A762D3"/>
    <w:rsid w:val="00A803A4"/>
    <w:rsid w:val="00A83511"/>
    <w:rsid w:val="00A8780C"/>
    <w:rsid w:val="00A91A86"/>
    <w:rsid w:val="00A91CA6"/>
    <w:rsid w:val="00A95672"/>
    <w:rsid w:val="00AB56B4"/>
    <w:rsid w:val="00AC49C5"/>
    <w:rsid w:val="00AE011B"/>
    <w:rsid w:val="00AE11B3"/>
    <w:rsid w:val="00AF06BD"/>
    <w:rsid w:val="00AF20D9"/>
    <w:rsid w:val="00AF4C56"/>
    <w:rsid w:val="00AF5843"/>
    <w:rsid w:val="00AF621E"/>
    <w:rsid w:val="00B01EE7"/>
    <w:rsid w:val="00B06ABB"/>
    <w:rsid w:val="00B10826"/>
    <w:rsid w:val="00B12A8A"/>
    <w:rsid w:val="00B12EF2"/>
    <w:rsid w:val="00B16B54"/>
    <w:rsid w:val="00B1706F"/>
    <w:rsid w:val="00B2151C"/>
    <w:rsid w:val="00B269E5"/>
    <w:rsid w:val="00B33BE9"/>
    <w:rsid w:val="00B46346"/>
    <w:rsid w:val="00B4736C"/>
    <w:rsid w:val="00B56866"/>
    <w:rsid w:val="00B6086C"/>
    <w:rsid w:val="00B64BE8"/>
    <w:rsid w:val="00B65E74"/>
    <w:rsid w:val="00B6796B"/>
    <w:rsid w:val="00B73FD7"/>
    <w:rsid w:val="00B772A0"/>
    <w:rsid w:val="00B77FC9"/>
    <w:rsid w:val="00B807F4"/>
    <w:rsid w:val="00B92C5A"/>
    <w:rsid w:val="00BA077C"/>
    <w:rsid w:val="00BA0C84"/>
    <w:rsid w:val="00BA10BF"/>
    <w:rsid w:val="00BB2CCE"/>
    <w:rsid w:val="00BB4268"/>
    <w:rsid w:val="00BC0418"/>
    <w:rsid w:val="00BC18D8"/>
    <w:rsid w:val="00BC2B39"/>
    <w:rsid w:val="00BE4B63"/>
    <w:rsid w:val="00BE724E"/>
    <w:rsid w:val="00BF0E3D"/>
    <w:rsid w:val="00BF716A"/>
    <w:rsid w:val="00C00A96"/>
    <w:rsid w:val="00C00CD9"/>
    <w:rsid w:val="00C1011E"/>
    <w:rsid w:val="00C168FD"/>
    <w:rsid w:val="00C16C58"/>
    <w:rsid w:val="00C2655C"/>
    <w:rsid w:val="00C2701A"/>
    <w:rsid w:val="00C30E02"/>
    <w:rsid w:val="00C350D7"/>
    <w:rsid w:val="00C43EFB"/>
    <w:rsid w:val="00C45100"/>
    <w:rsid w:val="00C500AE"/>
    <w:rsid w:val="00C56A01"/>
    <w:rsid w:val="00C67DE0"/>
    <w:rsid w:val="00C709E6"/>
    <w:rsid w:val="00C725E5"/>
    <w:rsid w:val="00C752B2"/>
    <w:rsid w:val="00C81C9A"/>
    <w:rsid w:val="00C8212B"/>
    <w:rsid w:val="00C91233"/>
    <w:rsid w:val="00C927F8"/>
    <w:rsid w:val="00C96DA0"/>
    <w:rsid w:val="00CA1405"/>
    <w:rsid w:val="00CB4758"/>
    <w:rsid w:val="00CB4A67"/>
    <w:rsid w:val="00CB5DFF"/>
    <w:rsid w:val="00CC2A72"/>
    <w:rsid w:val="00CD18B8"/>
    <w:rsid w:val="00CE4506"/>
    <w:rsid w:val="00CE68CE"/>
    <w:rsid w:val="00CE69A5"/>
    <w:rsid w:val="00CF0DF0"/>
    <w:rsid w:val="00CF221D"/>
    <w:rsid w:val="00CF27ED"/>
    <w:rsid w:val="00CF3788"/>
    <w:rsid w:val="00CF6FEB"/>
    <w:rsid w:val="00CF79AB"/>
    <w:rsid w:val="00D0302E"/>
    <w:rsid w:val="00D1502B"/>
    <w:rsid w:val="00D20238"/>
    <w:rsid w:val="00D255EC"/>
    <w:rsid w:val="00D317F5"/>
    <w:rsid w:val="00D43641"/>
    <w:rsid w:val="00D44947"/>
    <w:rsid w:val="00D4568F"/>
    <w:rsid w:val="00D46B65"/>
    <w:rsid w:val="00D5411E"/>
    <w:rsid w:val="00D545FA"/>
    <w:rsid w:val="00D56520"/>
    <w:rsid w:val="00D57FCF"/>
    <w:rsid w:val="00D64DBB"/>
    <w:rsid w:val="00D80BD9"/>
    <w:rsid w:val="00D85B3E"/>
    <w:rsid w:val="00DB3B4B"/>
    <w:rsid w:val="00DB7535"/>
    <w:rsid w:val="00DC06E9"/>
    <w:rsid w:val="00DC1F6F"/>
    <w:rsid w:val="00DC3695"/>
    <w:rsid w:val="00DC44DB"/>
    <w:rsid w:val="00DC4BBD"/>
    <w:rsid w:val="00DE4B12"/>
    <w:rsid w:val="00DE4F7A"/>
    <w:rsid w:val="00E177F2"/>
    <w:rsid w:val="00E2142F"/>
    <w:rsid w:val="00E251D7"/>
    <w:rsid w:val="00E25FCE"/>
    <w:rsid w:val="00E274A1"/>
    <w:rsid w:val="00E34ECF"/>
    <w:rsid w:val="00E3552B"/>
    <w:rsid w:val="00E358D2"/>
    <w:rsid w:val="00E40B6F"/>
    <w:rsid w:val="00E437E1"/>
    <w:rsid w:val="00E44E5E"/>
    <w:rsid w:val="00E54039"/>
    <w:rsid w:val="00E5753A"/>
    <w:rsid w:val="00E61B3C"/>
    <w:rsid w:val="00E6211D"/>
    <w:rsid w:val="00E71EB9"/>
    <w:rsid w:val="00E83D84"/>
    <w:rsid w:val="00E95B09"/>
    <w:rsid w:val="00E96E82"/>
    <w:rsid w:val="00E97D22"/>
    <w:rsid w:val="00EA23A1"/>
    <w:rsid w:val="00EA7F38"/>
    <w:rsid w:val="00EB1B19"/>
    <w:rsid w:val="00EB284C"/>
    <w:rsid w:val="00EC5FAC"/>
    <w:rsid w:val="00EC6650"/>
    <w:rsid w:val="00ED17DF"/>
    <w:rsid w:val="00EE0D03"/>
    <w:rsid w:val="00EE2235"/>
    <w:rsid w:val="00EE528D"/>
    <w:rsid w:val="00EF21B6"/>
    <w:rsid w:val="00EF3C34"/>
    <w:rsid w:val="00EF4198"/>
    <w:rsid w:val="00EF47F9"/>
    <w:rsid w:val="00EF6883"/>
    <w:rsid w:val="00F00D47"/>
    <w:rsid w:val="00F01390"/>
    <w:rsid w:val="00F06151"/>
    <w:rsid w:val="00F10BED"/>
    <w:rsid w:val="00F12B49"/>
    <w:rsid w:val="00F13CEE"/>
    <w:rsid w:val="00F14EC8"/>
    <w:rsid w:val="00F24275"/>
    <w:rsid w:val="00F41653"/>
    <w:rsid w:val="00F42C9F"/>
    <w:rsid w:val="00F449BC"/>
    <w:rsid w:val="00F465ED"/>
    <w:rsid w:val="00F503CA"/>
    <w:rsid w:val="00F51BBA"/>
    <w:rsid w:val="00F51E52"/>
    <w:rsid w:val="00F5246A"/>
    <w:rsid w:val="00F52E07"/>
    <w:rsid w:val="00F54279"/>
    <w:rsid w:val="00F565DA"/>
    <w:rsid w:val="00F620A8"/>
    <w:rsid w:val="00F7360F"/>
    <w:rsid w:val="00F7403F"/>
    <w:rsid w:val="00F74390"/>
    <w:rsid w:val="00F83622"/>
    <w:rsid w:val="00F851CB"/>
    <w:rsid w:val="00F85E7E"/>
    <w:rsid w:val="00F87576"/>
    <w:rsid w:val="00F91BA8"/>
    <w:rsid w:val="00F926CF"/>
    <w:rsid w:val="00F95510"/>
    <w:rsid w:val="00FB2C8F"/>
    <w:rsid w:val="00FC1620"/>
    <w:rsid w:val="00FC1B38"/>
    <w:rsid w:val="00FD1271"/>
    <w:rsid w:val="00FD42C6"/>
    <w:rsid w:val="00FE2EDD"/>
    <w:rsid w:val="00FF330C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5E5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uiue">
    <w:name w:val="Iau?iue"/>
    <w:link w:val="Iauiue0"/>
    <w:uiPriority w:val="99"/>
    <w:rsid w:val="00C725E5"/>
    <w:rPr>
      <w:rFonts w:ascii="Times New Roman" w:hAnsi="Times New Roman"/>
      <w:lang w:val="en-US"/>
    </w:rPr>
  </w:style>
  <w:style w:type="character" w:customStyle="1" w:styleId="Iauiue0">
    <w:name w:val="Iau?iue Знак"/>
    <w:link w:val="Iauiue"/>
    <w:uiPriority w:val="99"/>
    <w:locked/>
    <w:rsid w:val="00C725E5"/>
    <w:rPr>
      <w:rFonts w:ascii="Times New Roman" w:hAnsi="Times New Roman"/>
      <w:sz w:val="22"/>
      <w:lang w:val="en-US" w:eastAsia="ru-RU"/>
    </w:rPr>
  </w:style>
  <w:style w:type="paragraph" w:styleId="Header">
    <w:name w:val="header"/>
    <w:basedOn w:val="Normal"/>
    <w:link w:val="Head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72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25E5"/>
    <w:rPr>
      <w:rFonts w:ascii="Tahoma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56</Words>
  <Characters>321</Characters>
  <Application>Microsoft Office Outlook</Application>
  <DocSecurity>0</DocSecurity>
  <Lines>0</Lines>
  <Paragraphs>0</Paragraphs>
  <ScaleCrop>false</ScaleCrop>
  <Company>vvsu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Галина</dc:creator>
  <cp:keywords/>
  <dc:description/>
  <cp:lastModifiedBy>filichevat</cp:lastModifiedBy>
  <cp:revision>8</cp:revision>
  <dcterms:created xsi:type="dcterms:W3CDTF">2013-04-15T03:12:00Z</dcterms:created>
  <dcterms:modified xsi:type="dcterms:W3CDTF">2013-04-23T23:25:00Z</dcterms:modified>
</cp:coreProperties>
</file>